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D66" w:rsidRDefault="00D07D66" w:rsidP="00D6266A">
      <w:pPr>
        <w:tabs>
          <w:tab w:val="right" w:leader="dot" w:pos="5670"/>
        </w:tabs>
        <w:spacing w:line="360" w:lineRule="auto"/>
        <w:rPr>
          <w:rFonts w:ascii="Arial" w:hAnsi="Arial" w:cs="Arial"/>
        </w:rPr>
      </w:pPr>
      <w:r w:rsidRPr="00D6266A">
        <w:rPr>
          <w:rFonts w:ascii="Arial" w:hAnsi="Arial" w:cs="Arial"/>
        </w:rPr>
        <w:t>Iktatószám:</w:t>
      </w:r>
      <w:r w:rsidR="00D6266A">
        <w:rPr>
          <w:rFonts w:ascii="Arial" w:hAnsi="Arial" w:cs="Arial"/>
        </w:rPr>
        <w:t xml:space="preserve"> </w:t>
      </w:r>
    </w:p>
    <w:p w:rsidR="00212C56" w:rsidRPr="00D6266A" w:rsidRDefault="00212C56" w:rsidP="00D6266A">
      <w:pPr>
        <w:tabs>
          <w:tab w:val="right" w:leader="dot" w:pos="5670"/>
        </w:tabs>
        <w:spacing w:line="360" w:lineRule="auto"/>
        <w:rPr>
          <w:rFonts w:ascii="Arial" w:hAnsi="Arial" w:cs="Arial"/>
        </w:rPr>
      </w:pPr>
    </w:p>
    <w:p w:rsidR="00340F55" w:rsidRDefault="00D84F88" w:rsidP="00D84F8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NYILATKOZAT</w:t>
      </w:r>
    </w:p>
    <w:p w:rsidR="00D84F88" w:rsidRPr="00D6266A" w:rsidRDefault="00D84F88" w:rsidP="00D84F8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D84F88" w:rsidRPr="00D84F88" w:rsidRDefault="000E1AD2" w:rsidP="00D84F88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r w:rsidRPr="001949DA">
        <w:rPr>
          <w:rFonts w:ascii="Arial" w:hAnsi="Arial" w:cs="Arial"/>
        </w:rPr>
        <w:t>……………..</w:t>
      </w:r>
      <w:r>
        <w:rPr>
          <w:rFonts w:ascii="Arial" w:hAnsi="Arial" w:cs="Arial"/>
        </w:rPr>
        <w:t xml:space="preserve"> (név)</w:t>
      </w:r>
      <w:r w:rsidRPr="00D84F88">
        <w:rPr>
          <w:rFonts w:ascii="Arial" w:hAnsi="Arial" w:cs="Arial"/>
        </w:rPr>
        <w:t xml:space="preserve">, a Szegedi Tudományegyetem </w:t>
      </w:r>
      <w:r w:rsidRPr="001949DA">
        <w:rPr>
          <w:rFonts w:ascii="Arial" w:hAnsi="Arial" w:cs="Arial"/>
        </w:rPr>
        <w:t>……………..</w:t>
      </w:r>
      <w:r w:rsidRPr="00D84F88">
        <w:rPr>
          <w:rFonts w:ascii="Arial" w:hAnsi="Arial" w:cs="Arial"/>
        </w:rPr>
        <w:t xml:space="preserve"> szervezeti egység </w:t>
      </w:r>
      <w:r>
        <w:rPr>
          <w:rFonts w:ascii="Arial" w:hAnsi="Arial" w:cs="Arial"/>
          <w:i/>
        </w:rPr>
        <w:t xml:space="preserve">közalkalmazottja/PhD hallgatója/önkéntes munkavállalója/stb.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</w:t>
      </w:r>
      <w:r w:rsidR="00554D34">
        <w:rPr>
          <w:rFonts w:ascii="Arial" w:hAnsi="Arial" w:cs="Arial"/>
        </w:rPr>
        <w:t>EFOP-3.6.2-16-2017-00010</w:t>
      </w:r>
      <w:r w:rsidR="00554D34">
        <w:rPr>
          <w:rFonts w:ascii="Arial" w:hAnsi="Arial" w:cs="Arial"/>
        </w:rPr>
        <w:t xml:space="preserve"> </w:t>
      </w:r>
      <w:bookmarkStart w:id="0" w:name="_GoBack"/>
      <w:bookmarkEnd w:id="0"/>
      <w:r>
        <w:rPr>
          <w:rFonts w:ascii="Arial" w:hAnsi="Arial" w:cs="Arial"/>
        </w:rPr>
        <w:t xml:space="preserve">azonosító számú projekt </w:t>
      </w:r>
      <w:r>
        <w:rPr>
          <w:rFonts w:ascii="Arial" w:hAnsi="Arial" w:cs="Arial"/>
          <w:b/>
        </w:rPr>
        <w:t>„</w:t>
      </w:r>
      <w:r w:rsidR="00554D34">
        <w:rPr>
          <w:rFonts w:ascii="Arial" w:hAnsi="Arial" w:cs="Arial"/>
          <w:b/>
        </w:rPr>
        <w:t>Fenntartható nyersanyag-gazdálkodás tematikus hálózat fejlesztése – RING 2017</w:t>
      </w:r>
      <w:r>
        <w:rPr>
          <w:rFonts w:ascii="Arial" w:hAnsi="Arial" w:cs="Arial"/>
          <w:b/>
        </w:rPr>
        <w:t>”</w:t>
      </w:r>
      <w:r>
        <w:rPr>
          <w:rFonts w:ascii="Arial" w:hAnsi="Arial" w:cs="Arial"/>
        </w:rPr>
        <w:t xml:space="preserve"> című pályázat </w:t>
      </w:r>
      <w:r w:rsidRPr="001949DA">
        <w:rPr>
          <w:rFonts w:ascii="Arial" w:hAnsi="Arial" w:cs="Arial"/>
        </w:rPr>
        <w:t>……………..</w:t>
      </w:r>
      <w:r>
        <w:rPr>
          <w:rFonts w:ascii="Arial" w:hAnsi="Arial" w:cs="Arial"/>
        </w:rPr>
        <w:t xml:space="preserve"> feladatában</w:t>
      </w:r>
      <w:r w:rsidRPr="00D84F88">
        <w:rPr>
          <w:rFonts w:ascii="Arial" w:hAnsi="Arial" w:cs="Arial"/>
        </w:rPr>
        <w:t xml:space="preserve"> </w:t>
      </w:r>
      <w:r w:rsidRPr="00D04E38">
        <w:rPr>
          <w:rFonts w:ascii="Arial" w:hAnsi="Arial" w:cs="Arial"/>
        </w:rPr>
        <w:t>vesz</w:t>
      </w:r>
      <w:r w:rsidRPr="00D84F88">
        <w:rPr>
          <w:rFonts w:ascii="Arial" w:hAnsi="Arial" w:cs="Arial"/>
        </w:rPr>
        <w:t xml:space="preserve"> részt</w:t>
      </w:r>
      <w:r w:rsidR="00E96935">
        <w:rPr>
          <w:rFonts w:ascii="Arial" w:hAnsi="Arial" w:cs="Arial"/>
        </w:rPr>
        <w:t xml:space="preserve">, </w:t>
      </w:r>
      <w:r w:rsidR="00E96935" w:rsidRPr="00E96935">
        <w:rPr>
          <w:rFonts w:ascii="Arial" w:hAnsi="Arial" w:cs="Arial"/>
        </w:rPr>
        <w:t>azonban számára jelen utazás időtartama alatt jelen pályázat terhére bérköltség nem kerül elszámolásra</w:t>
      </w:r>
      <w:r w:rsidR="00E96935">
        <w:rPr>
          <w:rFonts w:ascii="Arial" w:hAnsi="Arial" w:cs="Arial"/>
        </w:rPr>
        <w:t>.</w:t>
      </w:r>
    </w:p>
    <w:p w:rsidR="00D84F88" w:rsidRPr="00D84F88" w:rsidRDefault="00D84F88" w:rsidP="00D84F88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</w:p>
    <w:p w:rsidR="00D84F88" w:rsidRDefault="00D84F88" w:rsidP="000777C9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r w:rsidRPr="00D84F88">
        <w:rPr>
          <w:rFonts w:ascii="Arial" w:hAnsi="Arial" w:cs="Arial"/>
        </w:rPr>
        <w:t>Igazolom, hogy a</w:t>
      </w:r>
      <w:r w:rsidR="007814A0">
        <w:rPr>
          <w:rFonts w:ascii="Arial" w:hAnsi="Arial" w:cs="Arial"/>
        </w:rPr>
        <w:t xml:space="preserve"> </w:t>
      </w:r>
      <w:r w:rsidR="00955040">
        <w:rPr>
          <w:rFonts w:ascii="Arial" w:hAnsi="Arial" w:cs="Arial"/>
        </w:rPr>
        <w:t xml:space="preserve">…………………… </w:t>
      </w:r>
      <w:r w:rsidR="000777C9">
        <w:rPr>
          <w:rFonts w:ascii="Arial" w:hAnsi="Arial" w:cs="Arial"/>
        </w:rPr>
        <w:t xml:space="preserve">időtartamban </w:t>
      </w:r>
      <w:r w:rsidR="00955040">
        <w:rPr>
          <w:rFonts w:ascii="Arial" w:hAnsi="Arial" w:cs="Arial"/>
        </w:rPr>
        <w:t>…………………… ország</w:t>
      </w:r>
      <w:r w:rsidR="000777C9">
        <w:rPr>
          <w:rFonts w:ascii="Arial" w:hAnsi="Arial" w:cs="Arial"/>
        </w:rPr>
        <w:t xml:space="preserve">, </w:t>
      </w:r>
      <w:r w:rsidR="00955040">
        <w:rPr>
          <w:rFonts w:ascii="Arial" w:hAnsi="Arial" w:cs="Arial"/>
        </w:rPr>
        <w:t>……………………</w:t>
      </w:r>
      <w:r w:rsidR="00765AE0">
        <w:rPr>
          <w:rFonts w:ascii="Arial" w:hAnsi="Arial" w:cs="Arial"/>
        </w:rPr>
        <w:t xml:space="preserve"> </w:t>
      </w:r>
      <w:r w:rsidR="007814A0">
        <w:rPr>
          <w:rFonts w:ascii="Arial" w:hAnsi="Arial" w:cs="Arial"/>
        </w:rPr>
        <w:t xml:space="preserve">helyszínen </w:t>
      </w:r>
      <w:r w:rsidRPr="00D84F88">
        <w:rPr>
          <w:rFonts w:ascii="Arial" w:hAnsi="Arial" w:cs="Arial"/>
        </w:rPr>
        <w:t xml:space="preserve">megtartott </w:t>
      </w:r>
      <w:r w:rsidR="00D741DC">
        <w:rPr>
          <w:rFonts w:ascii="Arial" w:hAnsi="Arial" w:cs="Arial"/>
          <w:i/>
        </w:rPr>
        <w:t>képzés</w:t>
      </w:r>
      <w:r w:rsidR="00647B1D">
        <w:rPr>
          <w:rFonts w:ascii="Arial" w:hAnsi="Arial" w:cs="Arial"/>
          <w:i/>
        </w:rPr>
        <w:t>en/</w:t>
      </w:r>
      <w:proofErr w:type="gramStart"/>
      <w:r w:rsidR="00647B1D">
        <w:rPr>
          <w:rFonts w:ascii="Arial" w:hAnsi="Arial" w:cs="Arial"/>
          <w:i/>
        </w:rPr>
        <w:t>konferencián</w:t>
      </w:r>
      <w:proofErr w:type="gramEnd"/>
      <w:r w:rsidR="00D741DC">
        <w:rPr>
          <w:rFonts w:ascii="Arial" w:hAnsi="Arial" w:cs="Arial"/>
          <w:i/>
        </w:rPr>
        <w:t>/</w:t>
      </w:r>
      <w:r w:rsidR="00765AE0" w:rsidRPr="00D741DC">
        <w:rPr>
          <w:rFonts w:ascii="Arial" w:hAnsi="Arial" w:cs="Arial"/>
          <w:i/>
        </w:rPr>
        <w:t>szakmai megbeszélés</w:t>
      </w:r>
      <w:r w:rsidR="00647B1D">
        <w:rPr>
          <w:rFonts w:ascii="Arial" w:hAnsi="Arial" w:cs="Arial"/>
          <w:i/>
        </w:rPr>
        <w:t>en</w:t>
      </w:r>
      <w:r w:rsidR="00D741DC">
        <w:rPr>
          <w:rFonts w:ascii="Arial" w:hAnsi="Arial" w:cs="Arial"/>
          <w:i/>
        </w:rPr>
        <w:t>/</w:t>
      </w:r>
      <w:r w:rsidR="00955040" w:rsidRPr="00D741DC">
        <w:rPr>
          <w:rFonts w:ascii="Arial" w:hAnsi="Arial" w:cs="Arial"/>
          <w:i/>
        </w:rPr>
        <w:t>stb.</w:t>
      </w:r>
      <w:r>
        <w:rPr>
          <w:rFonts w:ascii="Arial" w:hAnsi="Arial" w:cs="Arial"/>
        </w:rPr>
        <w:t xml:space="preserve"> </w:t>
      </w:r>
      <w:r w:rsidRPr="00D84F88">
        <w:rPr>
          <w:rFonts w:ascii="Arial" w:hAnsi="Arial" w:cs="Arial"/>
        </w:rPr>
        <w:t xml:space="preserve">való részvétel a </w:t>
      </w:r>
      <w:r w:rsidR="00A12B20">
        <w:rPr>
          <w:rFonts w:ascii="Arial" w:hAnsi="Arial" w:cs="Arial"/>
        </w:rPr>
        <w:t xml:space="preserve">pályázat </w:t>
      </w:r>
      <w:r w:rsidRPr="00D84F88">
        <w:rPr>
          <w:rFonts w:ascii="Arial" w:hAnsi="Arial" w:cs="Arial"/>
        </w:rPr>
        <w:t>megvalósításához kapcsolódik, és a p</w:t>
      </w:r>
      <w:r w:rsidR="00FF6793">
        <w:rPr>
          <w:rFonts w:ascii="Arial" w:hAnsi="Arial" w:cs="Arial"/>
        </w:rPr>
        <w:t>ályázatban</w:t>
      </w:r>
      <w:r w:rsidRPr="00D84F88">
        <w:rPr>
          <w:rFonts w:ascii="Arial" w:hAnsi="Arial" w:cs="Arial"/>
        </w:rPr>
        <w:t xml:space="preserve"> megfogalmazott célok eléréséhez szükséges, mivel</w:t>
      </w:r>
      <w:r w:rsidRPr="000777C9">
        <w:rPr>
          <w:rFonts w:ascii="Arial" w:hAnsi="Arial" w:cs="Arial"/>
        </w:rPr>
        <w:t>:</w:t>
      </w:r>
      <w:r w:rsidR="000777C9" w:rsidRPr="000777C9">
        <w:rPr>
          <w:rFonts w:ascii="Arial" w:hAnsi="Arial" w:cs="Arial"/>
        </w:rPr>
        <w:t xml:space="preserve"> </w:t>
      </w:r>
      <w:r w:rsidR="00D741DC">
        <w:rPr>
          <w:rFonts w:ascii="Arial" w:hAnsi="Arial" w:cs="Arial"/>
        </w:rPr>
        <w:t>……………………</w:t>
      </w:r>
    </w:p>
    <w:p w:rsidR="00D741DC" w:rsidRDefault="00D741DC" w:rsidP="000777C9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873C10">
        <w:rPr>
          <w:rFonts w:ascii="Arial" w:hAnsi="Arial" w:cs="Arial"/>
        </w:rPr>
        <w:t>projektben</w:t>
      </w:r>
      <w:r>
        <w:rPr>
          <w:rFonts w:ascii="Arial" w:hAnsi="Arial" w:cs="Arial"/>
        </w:rPr>
        <w:t xml:space="preserve"> szereplő feladat, melyhez az utazás kapcsolódik</w:t>
      </w:r>
      <w:proofErr w:type="gramStart"/>
      <w:r>
        <w:rPr>
          <w:rFonts w:ascii="Arial" w:hAnsi="Arial" w:cs="Arial"/>
        </w:rPr>
        <w:t>: …</w:t>
      </w:r>
      <w:proofErr w:type="gramEnd"/>
      <w:r>
        <w:rPr>
          <w:rFonts w:ascii="Arial" w:hAnsi="Arial" w:cs="Arial"/>
        </w:rPr>
        <w:t>…………………</w:t>
      </w:r>
    </w:p>
    <w:p w:rsidR="00D741DC" w:rsidRDefault="000E1AD2" w:rsidP="000777C9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munkavállaló</w:t>
      </w:r>
      <w:r w:rsidR="00D741DC">
        <w:rPr>
          <w:rFonts w:ascii="Arial" w:hAnsi="Arial" w:cs="Arial"/>
        </w:rPr>
        <w:t xml:space="preserve"> által elvégzendő </w:t>
      </w:r>
      <w:proofErr w:type="gramStart"/>
      <w:r w:rsidR="00D741DC">
        <w:rPr>
          <w:rFonts w:ascii="Arial" w:hAnsi="Arial" w:cs="Arial"/>
        </w:rPr>
        <w:t>konkrét</w:t>
      </w:r>
      <w:proofErr w:type="gramEnd"/>
      <w:r w:rsidR="00D741DC">
        <w:rPr>
          <w:rFonts w:ascii="Arial" w:hAnsi="Arial" w:cs="Arial"/>
        </w:rPr>
        <w:t xml:space="preserve"> feladat az utazás során: ……………………</w:t>
      </w:r>
    </w:p>
    <w:p w:rsidR="00D84F88" w:rsidRDefault="00D84F88" w:rsidP="00D6266A">
      <w:pPr>
        <w:tabs>
          <w:tab w:val="right" w:leader="dot" w:pos="4536"/>
        </w:tabs>
        <w:spacing w:line="360" w:lineRule="auto"/>
        <w:jc w:val="both"/>
        <w:rPr>
          <w:rFonts w:ascii="Arial" w:hAnsi="Arial" w:cs="Arial"/>
        </w:rPr>
      </w:pPr>
    </w:p>
    <w:p w:rsidR="00212C56" w:rsidRDefault="00340F55" w:rsidP="00D6266A">
      <w:pPr>
        <w:tabs>
          <w:tab w:val="right" w:leader="dot" w:pos="4536"/>
        </w:tabs>
        <w:spacing w:line="360" w:lineRule="auto"/>
        <w:jc w:val="both"/>
        <w:rPr>
          <w:rFonts w:ascii="Arial" w:hAnsi="Arial" w:cs="Arial"/>
        </w:rPr>
      </w:pPr>
      <w:r w:rsidRPr="00D6266A">
        <w:rPr>
          <w:rFonts w:ascii="Arial" w:hAnsi="Arial" w:cs="Arial"/>
        </w:rPr>
        <w:t xml:space="preserve">Szeged, </w:t>
      </w:r>
      <w:r w:rsidR="000D6048">
        <w:rPr>
          <w:rFonts w:ascii="Arial" w:hAnsi="Arial" w:cs="Arial"/>
        </w:rPr>
        <w:t>201</w:t>
      </w:r>
      <w:proofErr w:type="gramStart"/>
      <w:r w:rsidR="00D741DC">
        <w:rPr>
          <w:rFonts w:ascii="Arial" w:hAnsi="Arial" w:cs="Arial"/>
        </w:rPr>
        <w:t>……………………</w:t>
      </w:r>
      <w:proofErr w:type="gramEnd"/>
    </w:p>
    <w:p w:rsidR="00A47184" w:rsidRDefault="00A47184" w:rsidP="00D6266A">
      <w:pPr>
        <w:tabs>
          <w:tab w:val="right" w:leader="dot" w:pos="4536"/>
        </w:tabs>
        <w:spacing w:line="360" w:lineRule="auto"/>
        <w:jc w:val="both"/>
        <w:rPr>
          <w:rFonts w:ascii="Arial" w:hAnsi="Arial" w:cs="Arial"/>
        </w:rPr>
      </w:pPr>
    </w:p>
    <w:p w:rsidR="00873C10" w:rsidRDefault="00873C10" w:rsidP="00873C10">
      <w:pPr>
        <w:tabs>
          <w:tab w:val="left" w:leader="dot" w:pos="2835"/>
          <w:tab w:val="left" w:pos="5670"/>
          <w:tab w:val="left" w:leader="dot" w:pos="850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73C10" w:rsidRDefault="00873C10" w:rsidP="00873C10">
      <w:pPr>
        <w:tabs>
          <w:tab w:val="center" w:pos="1418"/>
          <w:tab w:val="center" w:pos="708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név</w:t>
      </w:r>
      <w:proofErr w:type="gram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</w:p>
    <w:p w:rsidR="00873C10" w:rsidRDefault="00873C10" w:rsidP="00873C10">
      <w:pPr>
        <w:tabs>
          <w:tab w:val="center" w:pos="1418"/>
          <w:tab w:val="center" w:pos="708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egység</w:t>
      </w:r>
      <w:proofErr w:type="gramEnd"/>
      <w:r>
        <w:rPr>
          <w:rFonts w:ascii="Arial" w:hAnsi="Arial" w:cs="Arial"/>
        </w:rPr>
        <w:t xml:space="preserve"> vezető</w:t>
      </w:r>
      <w:r>
        <w:rPr>
          <w:rFonts w:ascii="Arial" w:hAnsi="Arial" w:cs="Arial"/>
        </w:rPr>
        <w:tab/>
      </w:r>
    </w:p>
    <w:p w:rsidR="000D6048" w:rsidRDefault="000D6048" w:rsidP="00BD6196">
      <w:pPr>
        <w:tabs>
          <w:tab w:val="left" w:leader="dot" w:pos="2835"/>
          <w:tab w:val="left" w:pos="5670"/>
          <w:tab w:val="left" w:leader="dot" w:pos="8505"/>
        </w:tabs>
        <w:jc w:val="both"/>
        <w:rPr>
          <w:rFonts w:ascii="Arial" w:hAnsi="Arial" w:cs="Arial"/>
        </w:rPr>
      </w:pPr>
    </w:p>
    <w:p w:rsidR="00BE6A58" w:rsidRDefault="00BE6A58" w:rsidP="00BD6196">
      <w:pPr>
        <w:tabs>
          <w:tab w:val="left" w:leader="dot" w:pos="2835"/>
          <w:tab w:val="left" w:pos="5670"/>
          <w:tab w:val="left" w:leader="dot" w:pos="8505"/>
        </w:tabs>
        <w:jc w:val="both"/>
        <w:rPr>
          <w:rFonts w:ascii="Arial" w:hAnsi="Arial" w:cs="Arial"/>
        </w:rPr>
      </w:pPr>
    </w:p>
    <w:p w:rsidR="000E1AD2" w:rsidRDefault="000E1AD2" w:rsidP="000E1AD2">
      <w:pPr>
        <w:tabs>
          <w:tab w:val="left" w:leader="dot" w:pos="2835"/>
          <w:tab w:val="left" w:pos="5670"/>
          <w:tab w:val="left" w:leader="dot" w:pos="850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E1AD2" w:rsidRDefault="000E1AD2" w:rsidP="000E1AD2">
      <w:pPr>
        <w:tabs>
          <w:tab w:val="center" w:pos="1418"/>
          <w:tab w:val="center" w:pos="708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D3A81">
        <w:rPr>
          <w:rFonts w:ascii="Arial" w:hAnsi="Arial" w:cs="Arial"/>
        </w:rPr>
        <w:t>Dr. Rákhely Gábor</w:t>
      </w:r>
      <w:r>
        <w:rPr>
          <w:rFonts w:ascii="Arial" w:hAnsi="Arial" w:cs="Arial"/>
        </w:rPr>
        <w:tab/>
      </w:r>
      <w:r w:rsidR="007D3A81">
        <w:rPr>
          <w:rFonts w:ascii="Arial" w:hAnsi="Arial" w:cs="Arial"/>
        </w:rPr>
        <w:t>Zsigmond Anikó</w:t>
      </w:r>
    </w:p>
    <w:p w:rsidR="000E1AD2" w:rsidRPr="00D6266A" w:rsidRDefault="007D3A81" w:rsidP="000E1AD2">
      <w:pPr>
        <w:tabs>
          <w:tab w:val="center" w:pos="1418"/>
          <w:tab w:val="center" w:pos="708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szakmai</w:t>
      </w:r>
      <w:proofErr w:type="gramEnd"/>
      <w:r>
        <w:rPr>
          <w:rFonts w:ascii="Arial" w:hAnsi="Arial" w:cs="Arial"/>
        </w:rPr>
        <w:t xml:space="preserve"> koordinátor</w:t>
      </w:r>
      <w:r w:rsidR="000E1AD2">
        <w:rPr>
          <w:rFonts w:ascii="Arial" w:hAnsi="Arial" w:cs="Arial"/>
        </w:rPr>
        <w:tab/>
        <w:t>kötelezettségvállaló/projektmenedzser</w:t>
      </w:r>
    </w:p>
    <w:p w:rsidR="00BD6196" w:rsidRDefault="00BD6196" w:rsidP="00BD6196">
      <w:pPr>
        <w:tabs>
          <w:tab w:val="center" w:pos="1418"/>
          <w:tab w:val="center" w:pos="7088"/>
        </w:tabs>
        <w:jc w:val="both"/>
        <w:rPr>
          <w:rFonts w:ascii="Arial" w:hAnsi="Arial" w:cs="Arial"/>
        </w:rPr>
      </w:pPr>
    </w:p>
    <w:p w:rsidR="00212C56" w:rsidRDefault="00BD6196" w:rsidP="000D6048">
      <w:pPr>
        <w:tabs>
          <w:tab w:val="left" w:pos="2835"/>
          <w:tab w:val="left" w:leader="dot" w:pos="567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741DC" w:rsidRDefault="00D741DC" w:rsidP="00D741DC">
      <w:pPr>
        <w:tabs>
          <w:tab w:val="center" w:pos="1418"/>
          <w:tab w:val="center" w:pos="708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12C56" w:rsidRPr="00D6266A" w:rsidRDefault="00212C56" w:rsidP="00212C56">
      <w:pPr>
        <w:tabs>
          <w:tab w:val="center" w:pos="4253"/>
        </w:tabs>
        <w:jc w:val="both"/>
        <w:rPr>
          <w:rFonts w:ascii="Arial" w:hAnsi="Arial" w:cs="Arial"/>
        </w:rPr>
      </w:pPr>
    </w:p>
    <w:sectPr w:rsidR="00212C56" w:rsidRPr="00D6266A" w:rsidSect="00BD6196">
      <w:headerReference w:type="even" r:id="rId6"/>
      <w:headerReference w:type="default" r:id="rId7"/>
      <w:type w:val="continuous"/>
      <w:pgSz w:w="11907" w:h="16840" w:code="9"/>
      <w:pgMar w:top="3119" w:right="1418" w:bottom="1701" w:left="1418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114" w:rsidRDefault="00B45114">
      <w:r>
        <w:separator/>
      </w:r>
    </w:p>
  </w:endnote>
  <w:endnote w:type="continuationSeparator" w:id="0">
    <w:p w:rsidR="00B45114" w:rsidRDefault="00B45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114" w:rsidRDefault="00B45114">
      <w:r>
        <w:separator/>
      </w:r>
    </w:p>
  </w:footnote>
  <w:footnote w:type="continuationSeparator" w:id="0">
    <w:p w:rsidR="00B45114" w:rsidRDefault="00B45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0B7" w:rsidRDefault="00C45891">
    <w:pPr>
      <w:pStyle w:val="lfej"/>
    </w:pPr>
    <w:r>
      <w:rPr>
        <w:noProof/>
      </w:rPr>
      <w:drawing>
        <wp:inline distT="0" distB="0" distL="0" distR="0" wp14:anchorId="4B00E68D" wp14:editId="7C998E3A">
          <wp:extent cx="4495800" cy="1409700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0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D10B7">
      <w:rPr>
        <w:rStyle w:val="Oldalszm"/>
      </w:rPr>
      <w:fldChar w:fldCharType="begin"/>
    </w:r>
    <w:r w:rsidR="00DD10B7">
      <w:rPr>
        <w:rStyle w:val="Oldalszm"/>
      </w:rPr>
      <w:instrText xml:space="preserve"> NUMPAGES </w:instrText>
    </w:r>
    <w:r w:rsidR="00DD10B7">
      <w:rPr>
        <w:rStyle w:val="Oldalszm"/>
      </w:rPr>
      <w:fldChar w:fldCharType="separate"/>
    </w:r>
    <w:r w:rsidR="00765AE0">
      <w:rPr>
        <w:rStyle w:val="Oldalszm"/>
        <w:noProof/>
      </w:rPr>
      <w:t>1</w:t>
    </w:r>
    <w:r w:rsidR="00DD10B7">
      <w:rPr>
        <w:rStyle w:val="Oldalszm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0B7" w:rsidRPr="0089539D" w:rsidRDefault="00DD10B7" w:rsidP="00D84F88">
    <w:pPr>
      <w:pStyle w:val="lfej"/>
      <w:pBdr>
        <w:bottom w:val="single" w:sz="4" w:space="1" w:color="auto"/>
      </w:pBdr>
      <w:tabs>
        <w:tab w:val="clear" w:pos="4536"/>
      </w:tabs>
      <w:jc w:val="center"/>
      <w:rPr>
        <w:rFonts w:ascii="Arial" w:hAnsi="Arial" w:cs="Arial"/>
        <w:i/>
      </w:rPr>
    </w:pPr>
    <w:r w:rsidRPr="0089539D">
      <w:rPr>
        <w:rFonts w:ascii="Arial" w:hAnsi="Arial" w:cs="Arial"/>
        <w:i/>
      </w:rPr>
      <w:t>Szegedi Tudományegyetem</w:t>
    </w:r>
    <w:r w:rsidRPr="0089539D">
      <w:rPr>
        <w:rFonts w:ascii="Arial" w:hAnsi="Arial" w:cs="Arial"/>
        <w:i/>
      </w:rPr>
      <w:tab/>
    </w:r>
  </w:p>
  <w:p w:rsidR="00DD10B7" w:rsidRPr="00654580" w:rsidRDefault="00C45891" w:rsidP="00764A72">
    <w:pPr>
      <w:pStyle w:val="lfej"/>
      <w:spacing w:before="60"/>
      <w:jc w:val="center"/>
      <w:rPr>
        <w:rFonts w:ascii="Arial" w:hAnsi="Arial" w:cs="Arial"/>
        <w:sz w:val="24"/>
        <w:szCs w:val="24"/>
      </w:rPr>
    </w:pPr>
    <w:r w:rsidRPr="00542CC7">
      <w:rPr>
        <w:rFonts w:ascii="Arial" w:hAnsi="Arial" w:cs="Arial"/>
        <w:noProof/>
        <w:sz w:val="24"/>
        <w:szCs w:val="24"/>
      </w:rPr>
      <w:drawing>
        <wp:inline distT="0" distB="0" distL="0" distR="0">
          <wp:extent cx="3028950" cy="1085850"/>
          <wp:effectExtent l="0" t="0" r="0" b="0"/>
          <wp:docPr id="4" name="Kép 4" descr="gmf_logo_ff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mf_logo_ff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8950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39D"/>
    <w:rsid w:val="000777C9"/>
    <w:rsid w:val="000C7FEC"/>
    <w:rsid w:val="000D6048"/>
    <w:rsid w:val="000E1AD2"/>
    <w:rsid w:val="000E6FB7"/>
    <w:rsid w:val="00113283"/>
    <w:rsid w:val="00185216"/>
    <w:rsid w:val="001E3501"/>
    <w:rsid w:val="001E742B"/>
    <w:rsid w:val="00212C56"/>
    <w:rsid w:val="002231FF"/>
    <w:rsid w:val="00226227"/>
    <w:rsid w:val="00232C48"/>
    <w:rsid w:val="002413FE"/>
    <w:rsid w:val="00263AB3"/>
    <w:rsid w:val="00280C90"/>
    <w:rsid w:val="00290E87"/>
    <w:rsid w:val="00297F60"/>
    <w:rsid w:val="002E33D2"/>
    <w:rsid w:val="00340F55"/>
    <w:rsid w:val="00344244"/>
    <w:rsid w:val="003A5341"/>
    <w:rsid w:val="003E1F09"/>
    <w:rsid w:val="003F752C"/>
    <w:rsid w:val="00460B51"/>
    <w:rsid w:val="004A5140"/>
    <w:rsid w:val="004A6159"/>
    <w:rsid w:val="005214BE"/>
    <w:rsid w:val="00542CC7"/>
    <w:rsid w:val="00554D34"/>
    <w:rsid w:val="00557A06"/>
    <w:rsid w:val="005C1711"/>
    <w:rsid w:val="005C1A40"/>
    <w:rsid w:val="005D74AF"/>
    <w:rsid w:val="005F5965"/>
    <w:rsid w:val="00614014"/>
    <w:rsid w:val="00636103"/>
    <w:rsid w:val="00647B1D"/>
    <w:rsid w:val="00654580"/>
    <w:rsid w:val="006A2CC8"/>
    <w:rsid w:val="006B21F2"/>
    <w:rsid w:val="006C18BF"/>
    <w:rsid w:val="006C5E37"/>
    <w:rsid w:val="006D69AE"/>
    <w:rsid w:val="006E1EF5"/>
    <w:rsid w:val="00742997"/>
    <w:rsid w:val="00755A3F"/>
    <w:rsid w:val="00764A72"/>
    <w:rsid w:val="00765761"/>
    <w:rsid w:val="00765AE0"/>
    <w:rsid w:val="007814A0"/>
    <w:rsid w:val="007A1C89"/>
    <w:rsid w:val="007B5405"/>
    <w:rsid w:val="007D3A81"/>
    <w:rsid w:val="007F2666"/>
    <w:rsid w:val="00833B6D"/>
    <w:rsid w:val="00866B2D"/>
    <w:rsid w:val="00873C10"/>
    <w:rsid w:val="008836C4"/>
    <w:rsid w:val="00884307"/>
    <w:rsid w:val="0088583F"/>
    <w:rsid w:val="008860DE"/>
    <w:rsid w:val="0089539D"/>
    <w:rsid w:val="008C5D22"/>
    <w:rsid w:val="008D3270"/>
    <w:rsid w:val="008E3DCA"/>
    <w:rsid w:val="00955040"/>
    <w:rsid w:val="00963FDA"/>
    <w:rsid w:val="00965611"/>
    <w:rsid w:val="009B2C90"/>
    <w:rsid w:val="009B367A"/>
    <w:rsid w:val="009D50FC"/>
    <w:rsid w:val="009E5957"/>
    <w:rsid w:val="00A12B20"/>
    <w:rsid w:val="00A27FE1"/>
    <w:rsid w:val="00A32A4B"/>
    <w:rsid w:val="00A47184"/>
    <w:rsid w:val="00AE6DDB"/>
    <w:rsid w:val="00AF6DF1"/>
    <w:rsid w:val="00B14D28"/>
    <w:rsid w:val="00B45114"/>
    <w:rsid w:val="00B56998"/>
    <w:rsid w:val="00B96C37"/>
    <w:rsid w:val="00BD6196"/>
    <w:rsid w:val="00BE6A58"/>
    <w:rsid w:val="00C01984"/>
    <w:rsid w:val="00C1104B"/>
    <w:rsid w:val="00C1535F"/>
    <w:rsid w:val="00C45891"/>
    <w:rsid w:val="00C46A36"/>
    <w:rsid w:val="00C71B40"/>
    <w:rsid w:val="00C90C48"/>
    <w:rsid w:val="00C9708D"/>
    <w:rsid w:val="00D07D66"/>
    <w:rsid w:val="00D242D6"/>
    <w:rsid w:val="00D471D1"/>
    <w:rsid w:val="00D6266A"/>
    <w:rsid w:val="00D741DC"/>
    <w:rsid w:val="00D84F88"/>
    <w:rsid w:val="00D91BAC"/>
    <w:rsid w:val="00DA3D5E"/>
    <w:rsid w:val="00DB5FF1"/>
    <w:rsid w:val="00DC22C1"/>
    <w:rsid w:val="00DD10B7"/>
    <w:rsid w:val="00E5062C"/>
    <w:rsid w:val="00E51FE1"/>
    <w:rsid w:val="00E56683"/>
    <w:rsid w:val="00E600C1"/>
    <w:rsid w:val="00E705A6"/>
    <w:rsid w:val="00E96935"/>
    <w:rsid w:val="00F40780"/>
    <w:rsid w:val="00F4303F"/>
    <w:rsid w:val="00F50B15"/>
    <w:rsid w:val="00F7070F"/>
    <w:rsid w:val="00FC66E6"/>
    <w:rsid w:val="00FE1D4F"/>
    <w:rsid w:val="00FF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8E77B5A"/>
  <w15:docId w15:val="{8C59FBF9-4D08-4BF1-B302-A4604D44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0F55"/>
    <w:rPr>
      <w:rFonts w:eastAsia="Calibri"/>
    </w:rPr>
  </w:style>
  <w:style w:type="paragraph" w:styleId="Cmsor1">
    <w:name w:val="heading 1"/>
    <w:basedOn w:val="Norml"/>
    <w:next w:val="Norml"/>
    <w:link w:val="Cmsor1Char"/>
    <w:qFormat/>
    <w:pPr>
      <w:keepNext/>
      <w:tabs>
        <w:tab w:val="right" w:pos="9639"/>
      </w:tabs>
      <w:outlineLvl w:val="0"/>
    </w:pPr>
    <w:rPr>
      <w:u w:val="single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bCs/>
      <w:sz w:val="120"/>
    </w:rPr>
  </w:style>
  <w:style w:type="paragraph" w:styleId="Cmsor3">
    <w:name w:val="heading 3"/>
    <w:basedOn w:val="Norml"/>
    <w:next w:val="Norml"/>
    <w:qFormat/>
    <w:pPr>
      <w:keepNext/>
      <w:outlineLvl w:val="2"/>
    </w:pPr>
    <w:rPr>
      <w:rFonts w:ascii="Arial" w:hAnsi="Arial" w:cs="Arial"/>
      <w:b/>
      <w:bCs/>
      <w:i/>
      <w:iCs/>
      <w:sz w:val="1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14">
    <w:name w:val="14"/>
    <w:basedOn w:val="Norml"/>
    <w:rPr>
      <w:rFonts w:ascii="Arial" w:hAnsi="Arial"/>
      <w:sz w:val="22"/>
    </w:rPr>
  </w:style>
  <w:style w:type="paragraph" w:customStyle="1" w:styleId="12">
    <w:name w:val="12"/>
    <w:basedOn w:val="14"/>
  </w:style>
  <w:style w:type="paragraph" w:customStyle="1" w:styleId="10">
    <w:name w:val="10"/>
    <w:basedOn w:val="12"/>
  </w:style>
  <w:style w:type="character" w:styleId="Oldalszm">
    <w:name w:val="page number"/>
    <w:basedOn w:val="Bekezdsalapbettpusa"/>
  </w:style>
  <w:style w:type="table" w:styleId="Rcsostblzat">
    <w:name w:val="Table Grid"/>
    <w:basedOn w:val="Normltblzat"/>
    <w:rsid w:val="00654580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9B367A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locked/>
    <w:rsid w:val="00340F55"/>
    <w:rPr>
      <w:rFonts w:ascii="Trebuchet MS" w:hAnsi="Trebuchet MS"/>
      <w:sz w:val="26"/>
      <w:u w:val="single"/>
      <w:lang w:val="hu-HU" w:eastAsia="hu-HU" w:bidi="ar-SA"/>
    </w:rPr>
  </w:style>
  <w:style w:type="character" w:customStyle="1" w:styleId="Cmsor2Char">
    <w:name w:val="Címsor 2 Char"/>
    <w:basedOn w:val="Bekezdsalapbettpusa"/>
    <w:link w:val="Cmsor2"/>
    <w:locked/>
    <w:rsid w:val="00340F55"/>
    <w:rPr>
      <w:rFonts w:ascii="Trebuchet MS" w:hAnsi="Trebuchet MS"/>
      <w:b/>
      <w:bCs/>
      <w:sz w:val="120"/>
      <w:lang w:val="hu-HU" w:eastAsia="hu-HU" w:bidi="ar-SA"/>
    </w:rPr>
  </w:style>
  <w:style w:type="paragraph" w:styleId="Buborkszveg">
    <w:name w:val="Balloon Text"/>
    <w:basedOn w:val="Norml"/>
    <w:link w:val="BuborkszvegChar"/>
    <w:rsid w:val="000777C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0777C9"/>
    <w:rPr>
      <w:rFonts w:ascii="Tahoma" w:eastAsia="Calibri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BE6A58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lacky\Application%20Data\Microsoft\Sablonok\GI_levelpapir_minta_ff_20150716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GI_levelpapir_minta_ff_20150716</Template>
  <TotalTime>3</TotalTime>
  <Pages>1</Pages>
  <Words>126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Iktatószám:…………</vt:lpstr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Iktatószám:…………</dc:title>
  <dc:creator>GSZ</dc:creator>
  <cp:lastModifiedBy>Harmati-Major Ágnes</cp:lastModifiedBy>
  <cp:revision>10</cp:revision>
  <cp:lastPrinted>2017-02-02T14:10:00Z</cp:lastPrinted>
  <dcterms:created xsi:type="dcterms:W3CDTF">2017-02-27T12:09:00Z</dcterms:created>
  <dcterms:modified xsi:type="dcterms:W3CDTF">2017-10-06T08:33:00Z</dcterms:modified>
</cp:coreProperties>
</file>